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916D5">
        <w:rPr>
          <w:rFonts w:ascii="Arial" w:hAnsi="Arial" w:cs="Arial"/>
          <w:b/>
          <w:caps/>
          <w:sz w:val="28"/>
          <w:szCs w:val="28"/>
        </w:rPr>
        <w:t>12</w:t>
      </w:r>
      <w:r w:rsidR="00D05ED6">
        <w:rPr>
          <w:rFonts w:ascii="Arial" w:hAnsi="Arial" w:cs="Arial"/>
          <w:b/>
          <w:caps/>
          <w:sz w:val="28"/>
          <w:szCs w:val="28"/>
        </w:rPr>
        <w:t>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6B62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D05ED6" w:rsidP="005916D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Registra o transcurso do Dia Internacional da Síndrome de Down, 21 de março</w:t>
            </w:r>
            <w:r w:rsidR="00993E23" w:rsidRPr="00993E23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 w:rsidR="00E01246" w:rsidRPr="00E01246">
        <w:rPr>
          <w:rFonts w:ascii="Arial" w:hAnsi="Arial" w:cs="Arial"/>
        </w:rPr>
        <w:t>d</w:t>
      </w:r>
      <w:r w:rsidR="00423AC9" w:rsidRPr="00423AC9">
        <w:rPr>
          <w:rFonts w:ascii="Arial" w:hAnsi="Arial" w:cs="Arial"/>
        </w:rPr>
        <w:t>o transcurso do Dia Internacional da Síndrome de Down, 21 de março</w:t>
      </w:r>
      <w:r w:rsidR="00705353">
        <w:rPr>
          <w:rFonts w:ascii="Arial" w:hAnsi="Arial" w:cs="Arial"/>
        </w:rPr>
        <w:t>.</w:t>
      </w:r>
    </w:p>
    <w:p w:rsidR="003A77BE" w:rsidRDefault="00845422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45422"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916D5">
        <w:rPr>
          <w:rFonts w:ascii="Arial" w:hAnsi="Arial" w:cs="Arial"/>
        </w:rPr>
        <w:t>2</w:t>
      </w:r>
      <w:r w:rsidR="005B3739">
        <w:rPr>
          <w:rFonts w:ascii="Arial" w:hAnsi="Arial" w:cs="Arial"/>
        </w:rPr>
        <w:t>8</w:t>
      </w:r>
      <w:bookmarkStart w:id="0" w:name="_GoBack"/>
      <w:bookmarkEnd w:id="0"/>
      <w:r w:rsidR="002E15CA">
        <w:rPr>
          <w:rFonts w:ascii="Arial" w:hAnsi="Arial" w:cs="Arial"/>
        </w:rPr>
        <w:t xml:space="preserve"> de </w:t>
      </w:r>
      <w:r w:rsidR="0008556E">
        <w:rPr>
          <w:rFonts w:ascii="Arial" w:hAnsi="Arial" w:cs="Arial"/>
        </w:rPr>
        <w:t>març</w:t>
      </w:r>
      <w:r w:rsidR="00552FF2">
        <w:rPr>
          <w:rFonts w:ascii="Arial" w:hAnsi="Arial" w:cs="Arial"/>
        </w:rPr>
        <w:t>o</w:t>
      </w:r>
      <w:r w:rsidR="00C44C2A">
        <w:rPr>
          <w:rFonts w:ascii="Arial" w:hAnsi="Arial" w:cs="Arial"/>
        </w:rPr>
        <w:t xml:space="preserve"> </w:t>
      </w:r>
      <w:r w:rsidR="00552FF2">
        <w:rPr>
          <w:rFonts w:ascii="Arial" w:hAnsi="Arial" w:cs="Arial"/>
        </w:rPr>
        <w:t>de 2018</w:t>
      </w:r>
      <w:r w:rsidR="002E15CA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0631" w:rsidRPr="001E0631" w:rsidRDefault="001E0631" w:rsidP="001E0631">
      <w:pPr>
        <w:tabs>
          <w:tab w:val="left" w:pos="-600"/>
        </w:tabs>
        <w:spacing w:after="120" w:line="360" w:lineRule="auto"/>
        <w:ind w:firstLine="1701"/>
        <w:jc w:val="both"/>
        <w:rPr>
          <w:rFonts w:ascii="Arial" w:hAnsi="Arial" w:cs="Arial"/>
        </w:rPr>
      </w:pPr>
    </w:p>
    <w:p w:rsidR="001E0631" w:rsidRPr="001E0631" w:rsidRDefault="001E0631" w:rsidP="001E0631">
      <w:pPr>
        <w:tabs>
          <w:tab w:val="left" w:pos="-600"/>
        </w:tabs>
        <w:jc w:val="center"/>
        <w:rPr>
          <w:rFonts w:ascii="Arial" w:hAnsi="Arial" w:cs="Arial"/>
          <w:b/>
        </w:rPr>
      </w:pPr>
      <w:r w:rsidRPr="001E0631">
        <w:rPr>
          <w:rFonts w:ascii="Arial" w:hAnsi="Arial" w:cs="Arial"/>
          <w:b/>
        </w:rPr>
        <w:t>VALMIR DO PARQUE MEIA LUA</w:t>
      </w:r>
    </w:p>
    <w:p w:rsidR="001E0631" w:rsidRPr="001E0631" w:rsidRDefault="001E0631" w:rsidP="001E0631">
      <w:pPr>
        <w:tabs>
          <w:tab w:val="left" w:pos="-600"/>
        </w:tabs>
        <w:jc w:val="center"/>
        <w:rPr>
          <w:rFonts w:ascii="Arial" w:hAnsi="Arial" w:cs="Arial"/>
        </w:rPr>
      </w:pPr>
      <w:r w:rsidRPr="001E0631">
        <w:rPr>
          <w:rFonts w:ascii="Arial" w:hAnsi="Arial" w:cs="Arial"/>
        </w:rPr>
        <w:t>Vereador – Líder do PSDC</w:t>
      </w:r>
    </w:p>
    <w:p w:rsidR="00106F15" w:rsidRDefault="001E0631" w:rsidP="001E0631">
      <w:pPr>
        <w:tabs>
          <w:tab w:val="left" w:pos="-600"/>
        </w:tabs>
        <w:jc w:val="center"/>
        <w:rPr>
          <w:rFonts w:ascii="Arial" w:hAnsi="Arial" w:cs="Arial"/>
        </w:rPr>
      </w:pPr>
      <w:r w:rsidRPr="001E0631">
        <w:rPr>
          <w:rFonts w:ascii="Arial" w:hAnsi="Arial" w:cs="Arial"/>
        </w:rPr>
        <w:t>Vice-Presidente</w:t>
      </w:r>
    </w:p>
    <w:sectPr w:rsidR="00106F1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1CB8" w:rsidRDefault="00D71CB8">
      <w:r>
        <w:separator/>
      </w:r>
    </w:p>
  </w:endnote>
  <w:endnote w:type="continuationSeparator" w:id="0">
    <w:p w:rsidR="00D71CB8" w:rsidRDefault="00D71C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1CB8" w:rsidRDefault="00D71CB8">
      <w:r>
        <w:separator/>
      </w:r>
    </w:p>
  </w:footnote>
  <w:footnote w:type="continuationSeparator" w:id="0">
    <w:p w:rsidR="00D71CB8" w:rsidRDefault="00D71C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06F1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005FA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8556E"/>
    <w:rsid w:val="00090C35"/>
    <w:rsid w:val="00094490"/>
    <w:rsid w:val="000951D3"/>
    <w:rsid w:val="000958D5"/>
    <w:rsid w:val="00097CAE"/>
    <w:rsid w:val="000A10D6"/>
    <w:rsid w:val="000B3209"/>
    <w:rsid w:val="000E5167"/>
    <w:rsid w:val="000F25A2"/>
    <w:rsid w:val="000F6251"/>
    <w:rsid w:val="001039D3"/>
    <w:rsid w:val="00106F15"/>
    <w:rsid w:val="001100E6"/>
    <w:rsid w:val="001118EC"/>
    <w:rsid w:val="0014591F"/>
    <w:rsid w:val="00150EE2"/>
    <w:rsid w:val="00164350"/>
    <w:rsid w:val="00172E81"/>
    <w:rsid w:val="00177D5F"/>
    <w:rsid w:val="001801A4"/>
    <w:rsid w:val="00181CD2"/>
    <w:rsid w:val="0018517B"/>
    <w:rsid w:val="001A09F2"/>
    <w:rsid w:val="001B0773"/>
    <w:rsid w:val="001D49F1"/>
    <w:rsid w:val="001E0631"/>
    <w:rsid w:val="001F13C3"/>
    <w:rsid w:val="00204ED7"/>
    <w:rsid w:val="002129AA"/>
    <w:rsid w:val="00230859"/>
    <w:rsid w:val="00246B67"/>
    <w:rsid w:val="00252244"/>
    <w:rsid w:val="00253C82"/>
    <w:rsid w:val="002753FB"/>
    <w:rsid w:val="00286956"/>
    <w:rsid w:val="00294735"/>
    <w:rsid w:val="002A7434"/>
    <w:rsid w:val="002A7D70"/>
    <w:rsid w:val="002B548D"/>
    <w:rsid w:val="002C4B2B"/>
    <w:rsid w:val="002C5C70"/>
    <w:rsid w:val="002D3D9E"/>
    <w:rsid w:val="002E15CA"/>
    <w:rsid w:val="002E6A9B"/>
    <w:rsid w:val="002E75B3"/>
    <w:rsid w:val="002F02DB"/>
    <w:rsid w:val="002F6A8C"/>
    <w:rsid w:val="0030168E"/>
    <w:rsid w:val="00310E17"/>
    <w:rsid w:val="00317C1A"/>
    <w:rsid w:val="00323F0F"/>
    <w:rsid w:val="00340FEB"/>
    <w:rsid w:val="00347D5E"/>
    <w:rsid w:val="00366245"/>
    <w:rsid w:val="00381797"/>
    <w:rsid w:val="0038365B"/>
    <w:rsid w:val="003848C4"/>
    <w:rsid w:val="003966A8"/>
    <w:rsid w:val="00397FF3"/>
    <w:rsid w:val="003A77BE"/>
    <w:rsid w:val="003B160B"/>
    <w:rsid w:val="003B4B31"/>
    <w:rsid w:val="003E188F"/>
    <w:rsid w:val="003F7497"/>
    <w:rsid w:val="00412795"/>
    <w:rsid w:val="00415285"/>
    <w:rsid w:val="00421F69"/>
    <w:rsid w:val="00423AC9"/>
    <w:rsid w:val="00423FAC"/>
    <w:rsid w:val="00431718"/>
    <w:rsid w:val="00483859"/>
    <w:rsid w:val="00487D64"/>
    <w:rsid w:val="00493115"/>
    <w:rsid w:val="00494CB3"/>
    <w:rsid w:val="004A4F1D"/>
    <w:rsid w:val="004C2A18"/>
    <w:rsid w:val="004C2C30"/>
    <w:rsid w:val="004C6496"/>
    <w:rsid w:val="004C6C78"/>
    <w:rsid w:val="004E06ED"/>
    <w:rsid w:val="004E46DA"/>
    <w:rsid w:val="004F39E9"/>
    <w:rsid w:val="004F690D"/>
    <w:rsid w:val="004F6A11"/>
    <w:rsid w:val="005005FA"/>
    <w:rsid w:val="00505357"/>
    <w:rsid w:val="00505FD8"/>
    <w:rsid w:val="0051522B"/>
    <w:rsid w:val="0051737F"/>
    <w:rsid w:val="00524669"/>
    <w:rsid w:val="00533862"/>
    <w:rsid w:val="00552FF2"/>
    <w:rsid w:val="00564368"/>
    <w:rsid w:val="0058109A"/>
    <w:rsid w:val="005868AE"/>
    <w:rsid w:val="005916D5"/>
    <w:rsid w:val="005A01D0"/>
    <w:rsid w:val="005A03FA"/>
    <w:rsid w:val="005A406B"/>
    <w:rsid w:val="005B3739"/>
    <w:rsid w:val="005B3D21"/>
    <w:rsid w:val="005C3938"/>
    <w:rsid w:val="005D3AC7"/>
    <w:rsid w:val="005D702D"/>
    <w:rsid w:val="005D7199"/>
    <w:rsid w:val="005E138D"/>
    <w:rsid w:val="00614E04"/>
    <w:rsid w:val="00624472"/>
    <w:rsid w:val="006426AE"/>
    <w:rsid w:val="00651008"/>
    <w:rsid w:val="006521EC"/>
    <w:rsid w:val="00660319"/>
    <w:rsid w:val="006623CC"/>
    <w:rsid w:val="00674F7D"/>
    <w:rsid w:val="00681021"/>
    <w:rsid w:val="0068180B"/>
    <w:rsid w:val="00682E6E"/>
    <w:rsid w:val="00691CF5"/>
    <w:rsid w:val="00692250"/>
    <w:rsid w:val="0069312F"/>
    <w:rsid w:val="006A370D"/>
    <w:rsid w:val="006B0B8E"/>
    <w:rsid w:val="006B10E6"/>
    <w:rsid w:val="006B6294"/>
    <w:rsid w:val="006B7149"/>
    <w:rsid w:val="006C3846"/>
    <w:rsid w:val="006C59BC"/>
    <w:rsid w:val="006D14F8"/>
    <w:rsid w:val="006D68EA"/>
    <w:rsid w:val="006D6F7D"/>
    <w:rsid w:val="006E7E66"/>
    <w:rsid w:val="006F338B"/>
    <w:rsid w:val="006F4E64"/>
    <w:rsid w:val="006F7B0A"/>
    <w:rsid w:val="00705003"/>
    <w:rsid w:val="00705353"/>
    <w:rsid w:val="00715F74"/>
    <w:rsid w:val="00725E66"/>
    <w:rsid w:val="00727CDB"/>
    <w:rsid w:val="0073407F"/>
    <w:rsid w:val="0075176B"/>
    <w:rsid w:val="00761694"/>
    <w:rsid w:val="00775A1B"/>
    <w:rsid w:val="007838DC"/>
    <w:rsid w:val="00790911"/>
    <w:rsid w:val="00790E66"/>
    <w:rsid w:val="007A2589"/>
    <w:rsid w:val="007C0D9E"/>
    <w:rsid w:val="007C1154"/>
    <w:rsid w:val="007C3DEC"/>
    <w:rsid w:val="007D39FD"/>
    <w:rsid w:val="007E3F69"/>
    <w:rsid w:val="007E513A"/>
    <w:rsid w:val="007F5B71"/>
    <w:rsid w:val="007F5FC8"/>
    <w:rsid w:val="007F75CA"/>
    <w:rsid w:val="0080197E"/>
    <w:rsid w:val="00820C13"/>
    <w:rsid w:val="00833B86"/>
    <w:rsid w:val="00833E7C"/>
    <w:rsid w:val="00837C41"/>
    <w:rsid w:val="00842294"/>
    <w:rsid w:val="00845422"/>
    <w:rsid w:val="008474F2"/>
    <w:rsid w:val="00861FDF"/>
    <w:rsid w:val="00870972"/>
    <w:rsid w:val="00877E50"/>
    <w:rsid w:val="008909A4"/>
    <w:rsid w:val="0089490C"/>
    <w:rsid w:val="008A0EB2"/>
    <w:rsid w:val="008A4C94"/>
    <w:rsid w:val="008B21EA"/>
    <w:rsid w:val="008C33AB"/>
    <w:rsid w:val="008D5B22"/>
    <w:rsid w:val="008F39C8"/>
    <w:rsid w:val="0091144D"/>
    <w:rsid w:val="009178D9"/>
    <w:rsid w:val="00922964"/>
    <w:rsid w:val="00930720"/>
    <w:rsid w:val="009768E6"/>
    <w:rsid w:val="009829AD"/>
    <w:rsid w:val="00993E23"/>
    <w:rsid w:val="009A2ABD"/>
    <w:rsid w:val="009B207E"/>
    <w:rsid w:val="009B32F8"/>
    <w:rsid w:val="009B7D11"/>
    <w:rsid w:val="009D0F6E"/>
    <w:rsid w:val="009D3E37"/>
    <w:rsid w:val="009D50D4"/>
    <w:rsid w:val="009D512F"/>
    <w:rsid w:val="009E1F05"/>
    <w:rsid w:val="009E6B3F"/>
    <w:rsid w:val="00A03DAA"/>
    <w:rsid w:val="00A21A8C"/>
    <w:rsid w:val="00A349F1"/>
    <w:rsid w:val="00A40FF1"/>
    <w:rsid w:val="00A424C4"/>
    <w:rsid w:val="00A46B01"/>
    <w:rsid w:val="00A512D2"/>
    <w:rsid w:val="00A641EC"/>
    <w:rsid w:val="00A756AB"/>
    <w:rsid w:val="00A92CB9"/>
    <w:rsid w:val="00AA5303"/>
    <w:rsid w:val="00AB0826"/>
    <w:rsid w:val="00AC24F9"/>
    <w:rsid w:val="00AC712C"/>
    <w:rsid w:val="00AD6B47"/>
    <w:rsid w:val="00AF21FD"/>
    <w:rsid w:val="00AF7259"/>
    <w:rsid w:val="00B10E9F"/>
    <w:rsid w:val="00B146F3"/>
    <w:rsid w:val="00B15A86"/>
    <w:rsid w:val="00B17348"/>
    <w:rsid w:val="00B20046"/>
    <w:rsid w:val="00B43C2A"/>
    <w:rsid w:val="00B57E0F"/>
    <w:rsid w:val="00B60B05"/>
    <w:rsid w:val="00B6331B"/>
    <w:rsid w:val="00B717BB"/>
    <w:rsid w:val="00B75CEF"/>
    <w:rsid w:val="00B774EC"/>
    <w:rsid w:val="00BA1565"/>
    <w:rsid w:val="00BB2798"/>
    <w:rsid w:val="00BB3F3E"/>
    <w:rsid w:val="00BC3DBE"/>
    <w:rsid w:val="00BC44DF"/>
    <w:rsid w:val="00BD1F36"/>
    <w:rsid w:val="00BD3C47"/>
    <w:rsid w:val="00BE1B39"/>
    <w:rsid w:val="00BE6C3B"/>
    <w:rsid w:val="00BF791A"/>
    <w:rsid w:val="00C02368"/>
    <w:rsid w:val="00C06926"/>
    <w:rsid w:val="00C06BEA"/>
    <w:rsid w:val="00C1493F"/>
    <w:rsid w:val="00C17907"/>
    <w:rsid w:val="00C21CC5"/>
    <w:rsid w:val="00C23C74"/>
    <w:rsid w:val="00C273E0"/>
    <w:rsid w:val="00C36E68"/>
    <w:rsid w:val="00C42806"/>
    <w:rsid w:val="00C432A2"/>
    <w:rsid w:val="00C44307"/>
    <w:rsid w:val="00C44C2A"/>
    <w:rsid w:val="00C44D39"/>
    <w:rsid w:val="00C45509"/>
    <w:rsid w:val="00C57E72"/>
    <w:rsid w:val="00C60C73"/>
    <w:rsid w:val="00C70C32"/>
    <w:rsid w:val="00C76263"/>
    <w:rsid w:val="00C77E6C"/>
    <w:rsid w:val="00C9023C"/>
    <w:rsid w:val="00CA759E"/>
    <w:rsid w:val="00CB2BAB"/>
    <w:rsid w:val="00CC2B71"/>
    <w:rsid w:val="00CE5391"/>
    <w:rsid w:val="00CF31DE"/>
    <w:rsid w:val="00D02EE3"/>
    <w:rsid w:val="00D05ED6"/>
    <w:rsid w:val="00D12D9A"/>
    <w:rsid w:val="00D14EB1"/>
    <w:rsid w:val="00D162D3"/>
    <w:rsid w:val="00D16648"/>
    <w:rsid w:val="00D16CA1"/>
    <w:rsid w:val="00D2072E"/>
    <w:rsid w:val="00D2193B"/>
    <w:rsid w:val="00D233C7"/>
    <w:rsid w:val="00D26831"/>
    <w:rsid w:val="00D507D5"/>
    <w:rsid w:val="00D52F9A"/>
    <w:rsid w:val="00D5430F"/>
    <w:rsid w:val="00D564F1"/>
    <w:rsid w:val="00D60F58"/>
    <w:rsid w:val="00D62DB0"/>
    <w:rsid w:val="00D6680F"/>
    <w:rsid w:val="00D70009"/>
    <w:rsid w:val="00D71CB8"/>
    <w:rsid w:val="00D736DD"/>
    <w:rsid w:val="00D80A44"/>
    <w:rsid w:val="00D8365B"/>
    <w:rsid w:val="00D86FF7"/>
    <w:rsid w:val="00DA0421"/>
    <w:rsid w:val="00DA4275"/>
    <w:rsid w:val="00DB23E5"/>
    <w:rsid w:val="00DB48F6"/>
    <w:rsid w:val="00DC3AE3"/>
    <w:rsid w:val="00DC7441"/>
    <w:rsid w:val="00DE1642"/>
    <w:rsid w:val="00DE50DD"/>
    <w:rsid w:val="00E01246"/>
    <w:rsid w:val="00E01C86"/>
    <w:rsid w:val="00E0249F"/>
    <w:rsid w:val="00E07978"/>
    <w:rsid w:val="00E11F92"/>
    <w:rsid w:val="00E14F37"/>
    <w:rsid w:val="00E225BE"/>
    <w:rsid w:val="00E3022D"/>
    <w:rsid w:val="00E35080"/>
    <w:rsid w:val="00E35D76"/>
    <w:rsid w:val="00E65DBA"/>
    <w:rsid w:val="00E66CFD"/>
    <w:rsid w:val="00E721EC"/>
    <w:rsid w:val="00E7499C"/>
    <w:rsid w:val="00E86C30"/>
    <w:rsid w:val="00E90791"/>
    <w:rsid w:val="00E90C30"/>
    <w:rsid w:val="00EA1D81"/>
    <w:rsid w:val="00EB04D6"/>
    <w:rsid w:val="00EB3E97"/>
    <w:rsid w:val="00EB78D2"/>
    <w:rsid w:val="00ED2065"/>
    <w:rsid w:val="00EE5C26"/>
    <w:rsid w:val="00EF037A"/>
    <w:rsid w:val="00EF17FA"/>
    <w:rsid w:val="00F07F8F"/>
    <w:rsid w:val="00F10DA6"/>
    <w:rsid w:val="00F264C2"/>
    <w:rsid w:val="00F27895"/>
    <w:rsid w:val="00F420E5"/>
    <w:rsid w:val="00F46D60"/>
    <w:rsid w:val="00F5150F"/>
    <w:rsid w:val="00F64A62"/>
    <w:rsid w:val="00F65C85"/>
    <w:rsid w:val="00F73DA3"/>
    <w:rsid w:val="00F873B9"/>
    <w:rsid w:val="00FA3CFC"/>
    <w:rsid w:val="00FB00FA"/>
    <w:rsid w:val="00FB0349"/>
    <w:rsid w:val="00FB1D87"/>
    <w:rsid w:val="00FC1C13"/>
    <w:rsid w:val="00FC4E46"/>
    <w:rsid w:val="00FD0D83"/>
    <w:rsid w:val="00FD10AD"/>
    <w:rsid w:val="00FD1C40"/>
    <w:rsid w:val="00FE28F8"/>
    <w:rsid w:val="00FE3B6B"/>
    <w:rsid w:val="00FF2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736713-1315-4C8C-B59F-39A2AE316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96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5</cp:revision>
  <cp:lastPrinted>2017-11-27T17:58:00Z</cp:lastPrinted>
  <dcterms:created xsi:type="dcterms:W3CDTF">2018-03-26T11:55:00Z</dcterms:created>
  <dcterms:modified xsi:type="dcterms:W3CDTF">2018-03-26T11:56:00Z</dcterms:modified>
</cp:coreProperties>
</file>